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317CB" w14:textId="345B7504" w:rsidR="004274FB" w:rsidRDefault="004274FB" w:rsidP="003F2021">
      <w:pPr>
        <w:pStyle w:val="PM-Titel"/>
        <w:ind w:right="4162"/>
        <w:rPr>
          <w:b w:val="0"/>
          <w:sz w:val="22"/>
        </w:rPr>
      </w:pPr>
      <w:r>
        <w:rPr>
          <w:b w:val="0"/>
          <w:noProof/>
          <w:sz w:val="22"/>
        </w:rPr>
        <w:drawing>
          <wp:inline distT="0" distB="0" distL="0" distR="0" wp14:anchorId="5C4AF6CB" wp14:editId="0C946606">
            <wp:extent cx="2828186" cy="377375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1T Hörmann 05 TM mit Model_X.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42964" cy="3793473"/>
                    </a:xfrm>
                    <a:prstGeom prst="rect">
                      <a:avLst/>
                    </a:prstGeom>
                  </pic:spPr>
                </pic:pic>
              </a:graphicData>
            </a:graphic>
          </wp:inline>
        </w:drawing>
      </w:r>
    </w:p>
    <w:p w14:paraId="33A4E8E7" w14:textId="07A4F1EA" w:rsidR="004274FB" w:rsidRDefault="004274FB" w:rsidP="003F2021">
      <w:pPr>
        <w:pStyle w:val="PM-Titel"/>
        <w:ind w:right="4162"/>
        <w:rPr>
          <w:b w:val="0"/>
          <w:sz w:val="22"/>
        </w:rPr>
      </w:pPr>
      <w:r>
        <w:rPr>
          <w:sz w:val="22"/>
        </w:rPr>
        <w:t xml:space="preserve">Bild 1: </w:t>
      </w:r>
      <w:r>
        <w:rPr>
          <w:b w:val="0"/>
          <w:sz w:val="22"/>
        </w:rPr>
        <w:t xml:space="preserve">An </w:t>
      </w:r>
      <w:r w:rsidRPr="00DA364E">
        <w:rPr>
          <w:b w:val="0"/>
          <w:sz w:val="22"/>
        </w:rPr>
        <w:t>Türklinken</w:t>
      </w:r>
      <w:r>
        <w:rPr>
          <w:b w:val="0"/>
          <w:sz w:val="22"/>
        </w:rPr>
        <w:t xml:space="preserve"> haften Keime aller Art. </w:t>
      </w:r>
      <w:r w:rsidR="00E46F38">
        <w:rPr>
          <w:b w:val="0"/>
          <w:sz w:val="22"/>
        </w:rPr>
        <w:t xml:space="preserve">Zum Beispiel benötigen daher </w:t>
      </w:r>
      <w:r>
        <w:rPr>
          <w:b w:val="0"/>
          <w:sz w:val="22"/>
        </w:rPr>
        <w:t>Arztp</w:t>
      </w:r>
      <w:r w:rsidR="00E46F38">
        <w:rPr>
          <w:b w:val="0"/>
          <w:sz w:val="22"/>
        </w:rPr>
        <w:t>raxen und medizinische Bereiche</w:t>
      </w:r>
      <w:r>
        <w:rPr>
          <w:b w:val="0"/>
          <w:sz w:val="22"/>
        </w:rPr>
        <w:t xml:space="preserve"> </w:t>
      </w:r>
      <w:r w:rsidRPr="009050EF">
        <w:rPr>
          <w:b w:val="0"/>
          <w:sz w:val="22"/>
        </w:rPr>
        <w:t>eine Lösung, damit P</w:t>
      </w:r>
      <w:r>
        <w:rPr>
          <w:b w:val="0"/>
          <w:sz w:val="22"/>
        </w:rPr>
        <w:t>ersonen</w:t>
      </w:r>
      <w:r w:rsidRPr="009050EF">
        <w:rPr>
          <w:b w:val="0"/>
          <w:sz w:val="22"/>
        </w:rPr>
        <w:t xml:space="preserve"> </w:t>
      </w:r>
      <w:r>
        <w:rPr>
          <w:b w:val="0"/>
          <w:sz w:val="22"/>
        </w:rPr>
        <w:t>berührungslos</w:t>
      </w:r>
      <w:r w:rsidRPr="009050EF">
        <w:rPr>
          <w:b w:val="0"/>
          <w:sz w:val="22"/>
        </w:rPr>
        <w:t xml:space="preserve"> die Türen passieren können</w:t>
      </w:r>
      <w:r>
        <w:rPr>
          <w:b w:val="0"/>
          <w:sz w:val="22"/>
        </w:rPr>
        <w:t>. M</w:t>
      </w:r>
      <w:r w:rsidRPr="00686108">
        <w:rPr>
          <w:b w:val="0"/>
          <w:sz w:val="22"/>
        </w:rPr>
        <w:t xml:space="preserve">it einem speziellen </w:t>
      </w:r>
      <w:r>
        <w:rPr>
          <w:b w:val="0"/>
          <w:sz w:val="22"/>
        </w:rPr>
        <w:t>Sensor-</w:t>
      </w:r>
      <w:r w:rsidRPr="00686108">
        <w:rPr>
          <w:b w:val="0"/>
          <w:sz w:val="22"/>
        </w:rPr>
        <w:t xml:space="preserve">Taster </w:t>
      </w:r>
      <w:r>
        <w:rPr>
          <w:b w:val="0"/>
          <w:sz w:val="22"/>
        </w:rPr>
        <w:t xml:space="preserve">öffnet und schließt der </w:t>
      </w:r>
      <w:r w:rsidRPr="009050EF">
        <w:rPr>
          <w:b w:val="0"/>
          <w:sz w:val="22"/>
        </w:rPr>
        <w:t>Antrieb</w:t>
      </w:r>
      <w:r>
        <w:rPr>
          <w:b w:val="0"/>
          <w:sz w:val="22"/>
        </w:rPr>
        <w:t xml:space="preserve"> </w:t>
      </w:r>
      <w:proofErr w:type="spellStart"/>
      <w:r>
        <w:rPr>
          <w:b w:val="0"/>
          <w:sz w:val="22"/>
        </w:rPr>
        <w:t>PortaMatic</w:t>
      </w:r>
      <w:proofErr w:type="spellEnd"/>
      <w:r>
        <w:rPr>
          <w:b w:val="0"/>
          <w:sz w:val="22"/>
        </w:rPr>
        <w:t xml:space="preserve"> </w:t>
      </w:r>
      <w:r w:rsidR="00E46F38">
        <w:rPr>
          <w:b w:val="0"/>
          <w:sz w:val="22"/>
        </w:rPr>
        <w:t xml:space="preserve">von Hörmann </w:t>
      </w:r>
      <w:r>
        <w:rPr>
          <w:b w:val="0"/>
          <w:sz w:val="22"/>
        </w:rPr>
        <w:t>die</w:t>
      </w:r>
      <w:r w:rsidRPr="00686108">
        <w:rPr>
          <w:b w:val="0"/>
          <w:sz w:val="22"/>
        </w:rPr>
        <w:t xml:space="preserve"> Türen.</w:t>
      </w:r>
      <w:r>
        <w:rPr>
          <w:b w:val="0"/>
          <w:sz w:val="22"/>
        </w:rPr>
        <w:t xml:space="preserve"> So können Kontaktinfektion</w:t>
      </w:r>
      <w:r w:rsidR="00E46F38">
        <w:rPr>
          <w:b w:val="0"/>
          <w:sz w:val="22"/>
        </w:rPr>
        <w:t>en über den Türgriff praktisch verm</w:t>
      </w:r>
      <w:r>
        <w:rPr>
          <w:b w:val="0"/>
          <w:sz w:val="22"/>
        </w:rPr>
        <w:t>i</w:t>
      </w:r>
      <w:r w:rsidR="00E46F38">
        <w:rPr>
          <w:b w:val="0"/>
          <w:sz w:val="22"/>
        </w:rPr>
        <w:t>e</w:t>
      </w:r>
      <w:r>
        <w:rPr>
          <w:b w:val="0"/>
          <w:sz w:val="22"/>
        </w:rPr>
        <w:t>den</w:t>
      </w:r>
      <w:r w:rsidR="00E46F38">
        <w:rPr>
          <w:b w:val="0"/>
          <w:sz w:val="22"/>
        </w:rPr>
        <w:t xml:space="preserve"> werden</w:t>
      </w:r>
      <w:r>
        <w:rPr>
          <w:b w:val="0"/>
          <w:sz w:val="22"/>
        </w:rPr>
        <w:t>.</w:t>
      </w:r>
    </w:p>
    <w:p w14:paraId="187B3316" w14:textId="3A897489" w:rsidR="003F2021" w:rsidRPr="000E0D5A" w:rsidRDefault="00F30EAD" w:rsidP="003F2021">
      <w:pPr>
        <w:pStyle w:val="PM-Titel"/>
        <w:spacing w:after="0"/>
        <w:ind w:right="4162"/>
        <w:rPr>
          <w:sz w:val="48"/>
          <w:szCs w:val="48"/>
        </w:rPr>
      </w:pPr>
      <w:r>
        <w:rPr>
          <w:sz w:val="22"/>
        </w:rPr>
        <w:t xml:space="preserve">Hörmann </w:t>
      </w:r>
      <w:r w:rsidR="007B3B77">
        <w:rPr>
          <w:sz w:val="22"/>
        </w:rPr>
        <w:t xml:space="preserve">Innentür-Antrieb </w:t>
      </w:r>
      <w:proofErr w:type="spellStart"/>
      <w:r w:rsidR="003F2021">
        <w:rPr>
          <w:sz w:val="22"/>
        </w:rPr>
        <w:t>PortaMatic</w:t>
      </w:r>
      <w:proofErr w:type="spellEnd"/>
      <w:r w:rsidR="003F2021">
        <w:rPr>
          <w:sz w:val="22"/>
        </w:rPr>
        <w:t xml:space="preserve"> </w:t>
      </w:r>
      <w:r w:rsidR="003F2021" w:rsidRPr="000E0D5A">
        <w:rPr>
          <w:sz w:val="48"/>
          <w:szCs w:val="48"/>
        </w:rPr>
        <w:br/>
      </w:r>
      <w:r w:rsidR="00E46F38">
        <w:rPr>
          <w:szCs w:val="28"/>
        </w:rPr>
        <w:t xml:space="preserve">Berührungslose Türbedienung wirkt </w:t>
      </w:r>
      <w:r w:rsidR="003F2021">
        <w:rPr>
          <w:szCs w:val="28"/>
        </w:rPr>
        <w:t xml:space="preserve">Krankheitsübertragungen </w:t>
      </w:r>
      <w:r w:rsidR="00E46F38">
        <w:rPr>
          <w:szCs w:val="28"/>
        </w:rPr>
        <w:t>entgegen</w:t>
      </w:r>
    </w:p>
    <w:p w14:paraId="49638EC9" w14:textId="77777777" w:rsidR="003F2021" w:rsidRDefault="003F2021" w:rsidP="003F2021">
      <w:pPr>
        <w:pStyle w:val="PM-Standard"/>
        <w:spacing w:before="120" w:after="0"/>
        <w:ind w:right="4162"/>
        <w:jc w:val="left"/>
        <w:rPr>
          <w:b/>
          <w:bCs/>
          <w:iCs/>
        </w:rPr>
      </w:pPr>
      <w:r>
        <w:rPr>
          <w:b/>
          <w:bCs/>
          <w:iCs/>
        </w:rPr>
        <w:t xml:space="preserve">Viren und Bakterien verbreiten sich häufig über Tröpfcheninfektion. Hartnäckige Erreger werden aber auch über die Hände und den Kontakt zu gemeinsam genutzten Gegenständen wie etwa Türdrücker übertragen. Daher empfiehlt es sich, eine Tür so auszurüsten, dass sie sich berührungslos öffnen und schließen lässt. Mit dem Antrieb </w:t>
      </w:r>
      <w:proofErr w:type="spellStart"/>
      <w:r>
        <w:rPr>
          <w:b/>
          <w:bCs/>
          <w:iCs/>
        </w:rPr>
        <w:t>PortaMatic</w:t>
      </w:r>
      <w:proofErr w:type="spellEnd"/>
      <w:r>
        <w:rPr>
          <w:b/>
          <w:bCs/>
          <w:iCs/>
        </w:rPr>
        <w:t xml:space="preserve"> bietet Hörmann hierfür eine kostengünstige und einfach zu montierende Hygienelösung an.</w:t>
      </w:r>
    </w:p>
    <w:p w14:paraId="0B698CEA" w14:textId="56334B9A" w:rsidR="003F2021" w:rsidRDefault="003F2021" w:rsidP="003F2021">
      <w:pPr>
        <w:pStyle w:val="PM-Lead"/>
        <w:tabs>
          <w:tab w:val="left" w:pos="4962"/>
        </w:tabs>
        <w:spacing w:before="120" w:after="0"/>
        <w:ind w:right="4148"/>
        <w:jc w:val="left"/>
        <w:rPr>
          <w:b w:val="0"/>
        </w:rPr>
      </w:pPr>
      <w:r>
        <w:rPr>
          <w:b w:val="0"/>
        </w:rPr>
        <w:t xml:space="preserve">Dem Immunsystem sei Dank: Nicht jeder, der mit Keimen in Berührung kommt, erkrankt. Trotzdem ist es geboten, die allgemeinen Hygieneempfehlungen zu beachten: So soll man etwa in die Armbeuge niesen und husten </w:t>
      </w:r>
      <w:r w:rsidR="007B3B77">
        <w:rPr>
          <w:b w:val="0"/>
        </w:rPr>
        <w:t>sowie</w:t>
      </w:r>
      <w:r>
        <w:rPr>
          <w:b w:val="0"/>
        </w:rPr>
        <w:t xml:space="preserve"> sich die Hände regelmäßig und gründlich waschen. Aber auch auf Gegenständen können Krankheitserreger haften. Über die Hände gelangen sie dann schnell an die Schleimhäute</w:t>
      </w:r>
      <w:r w:rsidR="007B3B77">
        <w:rPr>
          <w:b w:val="0"/>
        </w:rPr>
        <w:t xml:space="preserve"> </w:t>
      </w:r>
      <w:r>
        <w:rPr>
          <w:b w:val="0"/>
        </w:rPr>
        <w:t xml:space="preserve">und man steckt sich möglicherweise an. Explizit an Türgriffen </w:t>
      </w:r>
      <w:r>
        <w:rPr>
          <w:b w:val="0"/>
        </w:rPr>
        <w:lastRenderedPageBreak/>
        <w:t xml:space="preserve">sind Viren und Bakterien zu finden – in öffentlichen Gebäuden und in Arztpraxen, in den eigenen vier Wänden und am Arbeitsplatz. </w:t>
      </w:r>
    </w:p>
    <w:p w14:paraId="6B4FA2F4" w14:textId="1CEC2829" w:rsidR="003F2021" w:rsidRDefault="003F2021" w:rsidP="003F2021">
      <w:pPr>
        <w:pStyle w:val="PM-Lead"/>
        <w:tabs>
          <w:tab w:val="left" w:pos="4962"/>
        </w:tabs>
        <w:spacing w:before="120" w:after="0"/>
        <w:ind w:right="4148"/>
        <w:jc w:val="left"/>
        <w:rPr>
          <w:b w:val="0"/>
        </w:rPr>
      </w:pPr>
      <w:r>
        <w:rPr>
          <w:b w:val="0"/>
        </w:rPr>
        <w:t xml:space="preserve">Um ein barrierefreies und berührloses Betätigen von Innentüren zu ermöglichen, </w:t>
      </w:r>
      <w:r w:rsidR="007B3B77">
        <w:rPr>
          <w:b w:val="0"/>
        </w:rPr>
        <w:t xml:space="preserve">bietet </w:t>
      </w:r>
      <w:r>
        <w:rPr>
          <w:b w:val="0"/>
        </w:rPr>
        <w:t xml:space="preserve">Hörmann den Antrieb </w:t>
      </w:r>
      <w:proofErr w:type="spellStart"/>
      <w:r>
        <w:rPr>
          <w:b w:val="0"/>
        </w:rPr>
        <w:t>PortaMatic</w:t>
      </w:r>
      <w:proofErr w:type="spellEnd"/>
      <w:r>
        <w:rPr>
          <w:b w:val="0"/>
        </w:rPr>
        <w:t xml:space="preserve"> mit entsprechendem </w:t>
      </w:r>
      <w:r w:rsidR="007B3B77">
        <w:rPr>
          <w:b w:val="0"/>
        </w:rPr>
        <w:t>Bedien</w:t>
      </w:r>
      <w:r>
        <w:rPr>
          <w:b w:val="0"/>
        </w:rPr>
        <w:t xml:space="preserve">zubehör </w:t>
      </w:r>
      <w:r w:rsidR="007B3B77">
        <w:rPr>
          <w:b w:val="0"/>
        </w:rPr>
        <w:t>an</w:t>
      </w:r>
      <w:r>
        <w:rPr>
          <w:b w:val="0"/>
        </w:rPr>
        <w:t xml:space="preserve">. </w:t>
      </w:r>
      <w:r w:rsidR="000B6586">
        <w:rPr>
          <w:b w:val="0"/>
        </w:rPr>
        <w:t>Be</w:t>
      </w:r>
      <w:r>
        <w:rPr>
          <w:b w:val="0"/>
        </w:rPr>
        <w:t xml:space="preserve">tätigt wird </w:t>
      </w:r>
      <w:r w:rsidR="004537F3">
        <w:rPr>
          <w:b w:val="0"/>
        </w:rPr>
        <w:t>er</w:t>
      </w:r>
      <w:r>
        <w:rPr>
          <w:b w:val="0"/>
        </w:rPr>
        <w:t xml:space="preserve"> über </w:t>
      </w:r>
      <w:r w:rsidR="00522877">
        <w:rPr>
          <w:b w:val="0"/>
        </w:rPr>
        <w:t xml:space="preserve">einen Wandtaster: Man hält die Hand davor und schon öffnet </w:t>
      </w:r>
      <w:r w:rsidR="000B6586">
        <w:rPr>
          <w:b w:val="0"/>
        </w:rPr>
        <w:t>sich</w:t>
      </w:r>
      <w:r w:rsidR="00522877">
        <w:rPr>
          <w:b w:val="0"/>
        </w:rPr>
        <w:t xml:space="preserve"> die Tür</w:t>
      </w:r>
      <w:r w:rsidR="008D1E2F">
        <w:rPr>
          <w:b w:val="0"/>
        </w:rPr>
        <w:t xml:space="preserve"> – und das berührungslos</w:t>
      </w:r>
      <w:r w:rsidR="00522877">
        <w:rPr>
          <w:b w:val="0"/>
        </w:rPr>
        <w:t xml:space="preserve">. </w:t>
      </w:r>
      <w:r>
        <w:rPr>
          <w:b w:val="0"/>
        </w:rPr>
        <w:t xml:space="preserve">Alternativ ist </w:t>
      </w:r>
      <w:r w:rsidR="00C639E3">
        <w:rPr>
          <w:b w:val="0"/>
        </w:rPr>
        <w:t>d</w:t>
      </w:r>
      <w:r w:rsidR="00100F2D">
        <w:rPr>
          <w:b w:val="0"/>
        </w:rPr>
        <w:t xml:space="preserve">er Antrieb </w:t>
      </w:r>
      <w:r>
        <w:rPr>
          <w:b w:val="0"/>
        </w:rPr>
        <w:t>auch per App bedienbar.</w:t>
      </w:r>
      <w:r w:rsidR="00100F2D" w:rsidRPr="00100F2D">
        <w:rPr>
          <w:b w:val="0"/>
        </w:rPr>
        <w:t xml:space="preserve"> </w:t>
      </w:r>
      <w:r w:rsidR="00100F2D">
        <w:rPr>
          <w:b w:val="0"/>
        </w:rPr>
        <w:t xml:space="preserve">Serienmäßig mitgeliefert wird ein Handsender mit </w:t>
      </w:r>
      <w:r w:rsidR="00100F2D" w:rsidRPr="00A210A6">
        <w:rPr>
          <w:b w:val="0"/>
        </w:rPr>
        <w:t>Licht- und Warnsignal</w:t>
      </w:r>
      <w:r w:rsidR="00100F2D">
        <w:rPr>
          <w:b w:val="0"/>
        </w:rPr>
        <w:t>.</w:t>
      </w:r>
    </w:p>
    <w:p w14:paraId="692B6273" w14:textId="6CE00EAA" w:rsidR="003F2021" w:rsidRDefault="003F2021" w:rsidP="003F2021">
      <w:pPr>
        <w:pStyle w:val="PM-Lead"/>
        <w:tabs>
          <w:tab w:val="left" w:pos="4962"/>
        </w:tabs>
        <w:spacing w:before="120" w:after="0"/>
        <w:ind w:right="4148"/>
        <w:jc w:val="left"/>
        <w:rPr>
          <w:b w:val="0"/>
        </w:rPr>
      </w:pPr>
      <w:r w:rsidRPr="00923E14">
        <w:rPr>
          <w:b w:val="0"/>
        </w:rPr>
        <w:t xml:space="preserve">Der </w:t>
      </w:r>
      <w:proofErr w:type="spellStart"/>
      <w:r w:rsidRPr="00923E14">
        <w:rPr>
          <w:b w:val="0"/>
        </w:rPr>
        <w:t>PortaMatic</w:t>
      </w:r>
      <w:proofErr w:type="spellEnd"/>
      <w:r w:rsidRPr="00923E14">
        <w:rPr>
          <w:b w:val="0"/>
        </w:rPr>
        <w:t xml:space="preserve"> benötigt wenig Strom und ist bis zu 25 Prozent günstiger als vergleichbare Innentürantriebe.</w:t>
      </w:r>
      <w:r>
        <w:rPr>
          <w:b w:val="0"/>
        </w:rPr>
        <w:t xml:space="preserve"> Erhältlich ist er in</w:t>
      </w:r>
      <w:r w:rsidRPr="00A210A6">
        <w:rPr>
          <w:b w:val="0"/>
        </w:rPr>
        <w:t xml:space="preserve"> </w:t>
      </w:r>
      <w:r>
        <w:rPr>
          <w:b w:val="0"/>
        </w:rPr>
        <w:t>den Farben W</w:t>
      </w:r>
      <w:r w:rsidRPr="00A210A6">
        <w:rPr>
          <w:b w:val="0"/>
        </w:rPr>
        <w:t xml:space="preserve">eiß </w:t>
      </w:r>
      <w:r>
        <w:rPr>
          <w:b w:val="0"/>
        </w:rPr>
        <w:t>und</w:t>
      </w:r>
      <w:r w:rsidRPr="00A210A6">
        <w:rPr>
          <w:b w:val="0"/>
        </w:rPr>
        <w:t xml:space="preserve"> </w:t>
      </w:r>
      <w:r>
        <w:rPr>
          <w:b w:val="0"/>
        </w:rPr>
        <w:t>S</w:t>
      </w:r>
      <w:r w:rsidRPr="00A210A6">
        <w:rPr>
          <w:b w:val="0"/>
        </w:rPr>
        <w:t>ilber</w:t>
      </w:r>
      <w:r>
        <w:rPr>
          <w:b w:val="0"/>
        </w:rPr>
        <w:t xml:space="preserve">. Der Antrieb eignet sich </w:t>
      </w:r>
      <w:r w:rsidRPr="00A210A6">
        <w:rPr>
          <w:b w:val="0"/>
        </w:rPr>
        <w:t>für Holz- und Stahltüren bis zu einem Gewicht von 125 kg</w:t>
      </w:r>
      <w:r>
        <w:rPr>
          <w:b w:val="0"/>
        </w:rPr>
        <w:t>. Die Installation erfolgt in nur wenigen Stunden, die</w:t>
      </w:r>
      <w:r w:rsidRPr="00A210A6">
        <w:rPr>
          <w:b w:val="0"/>
        </w:rPr>
        <w:t xml:space="preserve"> Verkabelung </w:t>
      </w:r>
      <w:r>
        <w:rPr>
          <w:b w:val="0"/>
        </w:rPr>
        <w:t xml:space="preserve">kann man </w:t>
      </w:r>
      <w:r w:rsidRPr="00A210A6">
        <w:rPr>
          <w:b w:val="0"/>
        </w:rPr>
        <w:t xml:space="preserve">auf oder </w:t>
      </w:r>
      <w:r>
        <w:rPr>
          <w:b w:val="0"/>
        </w:rPr>
        <w:t>u</w:t>
      </w:r>
      <w:r w:rsidRPr="00A210A6">
        <w:rPr>
          <w:b w:val="0"/>
        </w:rPr>
        <w:t>nter</w:t>
      </w:r>
      <w:r>
        <w:rPr>
          <w:b w:val="0"/>
        </w:rPr>
        <w:t xml:space="preserve"> P</w:t>
      </w:r>
      <w:r w:rsidRPr="00A210A6">
        <w:rPr>
          <w:b w:val="0"/>
        </w:rPr>
        <w:t>utz legen</w:t>
      </w:r>
      <w:r>
        <w:rPr>
          <w:b w:val="0"/>
        </w:rPr>
        <w:t xml:space="preserve">. Weil er </w:t>
      </w:r>
      <w:r w:rsidRPr="00A210A6">
        <w:rPr>
          <w:b w:val="0"/>
        </w:rPr>
        <w:t>sich problem- und rückstandslos entfernen läss</w:t>
      </w:r>
      <w:r>
        <w:rPr>
          <w:b w:val="0"/>
        </w:rPr>
        <w:t xml:space="preserve">t, stellt der </w:t>
      </w:r>
      <w:proofErr w:type="spellStart"/>
      <w:r>
        <w:rPr>
          <w:b w:val="0"/>
        </w:rPr>
        <w:t>PortaMatic</w:t>
      </w:r>
      <w:proofErr w:type="spellEnd"/>
      <w:r>
        <w:rPr>
          <w:b w:val="0"/>
        </w:rPr>
        <w:t xml:space="preserve"> auch</w:t>
      </w:r>
      <w:r w:rsidRPr="00A210A6">
        <w:rPr>
          <w:b w:val="0"/>
        </w:rPr>
        <w:t xml:space="preserve"> für Mietobjekte</w:t>
      </w:r>
      <w:r>
        <w:rPr>
          <w:b w:val="0"/>
        </w:rPr>
        <w:t xml:space="preserve"> eine ideale Lösung dar.</w:t>
      </w:r>
      <w:r w:rsidRPr="00A210A6">
        <w:rPr>
          <w:b w:val="0"/>
        </w:rPr>
        <w:t xml:space="preserve"> </w:t>
      </w:r>
    </w:p>
    <w:p w14:paraId="6A9F943B" w14:textId="7563200D" w:rsidR="0093607A" w:rsidRDefault="0093607A" w:rsidP="003F2021">
      <w:pPr>
        <w:pStyle w:val="PM-Lead"/>
        <w:tabs>
          <w:tab w:val="left" w:pos="4962"/>
        </w:tabs>
        <w:spacing w:before="120" w:after="0"/>
        <w:ind w:right="4148"/>
        <w:jc w:val="left"/>
        <w:rPr>
          <w:b w:val="0"/>
        </w:rPr>
      </w:pPr>
      <w:r>
        <w:rPr>
          <w:b w:val="0"/>
        </w:rPr>
        <w:t xml:space="preserve">Weitere Informationen </w:t>
      </w:r>
      <w:r w:rsidR="008E0F5E">
        <w:rPr>
          <w:b w:val="0"/>
        </w:rPr>
        <w:t xml:space="preserve">zum Hörmann </w:t>
      </w:r>
      <w:proofErr w:type="spellStart"/>
      <w:r w:rsidR="008E0F5E">
        <w:rPr>
          <w:b w:val="0"/>
        </w:rPr>
        <w:t>PortaMatic</w:t>
      </w:r>
      <w:proofErr w:type="spellEnd"/>
      <w:r w:rsidR="008E0F5E">
        <w:rPr>
          <w:b w:val="0"/>
        </w:rPr>
        <w:t xml:space="preserve"> und wie ein Türantrieb in der Arztpraxis Dr. Ahlers für mehr Hygiene sorgt, zeigt dieser </w:t>
      </w:r>
      <w:hyperlink r:id="rId8" w:history="1">
        <w:r w:rsidR="008E0F5E" w:rsidRPr="00F30EAD">
          <w:rPr>
            <w:rStyle w:val="Hyperlink"/>
            <w:b w:val="0"/>
          </w:rPr>
          <w:t>Fil</w:t>
        </w:r>
        <w:r w:rsidR="008E0F5E" w:rsidRPr="00F30EAD">
          <w:rPr>
            <w:rStyle w:val="Hyperlink"/>
            <w:b w:val="0"/>
          </w:rPr>
          <w:t>m</w:t>
        </w:r>
      </w:hyperlink>
      <w:r w:rsidR="008E0F5E">
        <w:rPr>
          <w:b w:val="0"/>
        </w:rPr>
        <w:t>.</w:t>
      </w:r>
    </w:p>
    <w:p w14:paraId="406CC0B3" w14:textId="16C2316B" w:rsidR="003F2021" w:rsidRDefault="003F2021" w:rsidP="003F2021">
      <w:pPr>
        <w:pStyle w:val="PM-Standard"/>
        <w:spacing w:before="120" w:after="0"/>
        <w:ind w:right="4162"/>
        <w:jc w:val="right"/>
      </w:pPr>
      <w:r w:rsidRPr="00363BF0">
        <w:rPr>
          <w:sz w:val="18"/>
          <w:szCs w:val="18"/>
        </w:rPr>
        <w:t>(</w:t>
      </w:r>
      <w:r>
        <w:rPr>
          <w:sz w:val="18"/>
          <w:szCs w:val="18"/>
        </w:rPr>
        <w:t>1</w:t>
      </w:r>
      <w:r w:rsidR="00625F59">
        <w:rPr>
          <w:sz w:val="18"/>
          <w:szCs w:val="18"/>
        </w:rPr>
        <w:t>.</w:t>
      </w:r>
      <w:r w:rsidR="008E0F5E">
        <w:rPr>
          <w:sz w:val="18"/>
          <w:szCs w:val="18"/>
        </w:rPr>
        <w:t>998</w:t>
      </w:r>
      <w:r>
        <w:rPr>
          <w:sz w:val="18"/>
          <w:szCs w:val="18"/>
        </w:rPr>
        <w:t xml:space="preserve"> </w:t>
      </w:r>
      <w:r w:rsidRPr="00363BF0">
        <w:rPr>
          <w:sz w:val="18"/>
          <w:szCs w:val="18"/>
        </w:rPr>
        <w:t>Zeichen inkl. Leerschläge)</w:t>
      </w:r>
    </w:p>
    <w:p w14:paraId="32003BAA" w14:textId="173157DC" w:rsidR="003F2021" w:rsidRDefault="003F2021" w:rsidP="003F2021">
      <w:pPr>
        <w:rPr>
          <w:rFonts w:ascii="Arial" w:hAnsi="Arial" w:cs="Arial"/>
          <w:b/>
          <w:sz w:val="22"/>
          <w:szCs w:val="22"/>
        </w:rPr>
      </w:pPr>
    </w:p>
    <w:p w14:paraId="4DFDC2F9" w14:textId="77777777" w:rsidR="003F2021" w:rsidRDefault="003F2021" w:rsidP="003F2021">
      <w:pPr>
        <w:rPr>
          <w:rFonts w:ascii="Arial" w:hAnsi="Arial" w:cs="Arial"/>
          <w:b/>
          <w:sz w:val="22"/>
          <w:szCs w:val="22"/>
        </w:rPr>
      </w:pPr>
    </w:p>
    <w:p w14:paraId="7E8FF173" w14:textId="26CF1FB2" w:rsidR="003F2021" w:rsidRDefault="003F2021" w:rsidP="003F2021">
      <w:pPr>
        <w:rPr>
          <w:rFonts w:ascii="Arial" w:hAnsi="Arial" w:cs="Arial"/>
          <w:b/>
          <w:sz w:val="22"/>
          <w:szCs w:val="22"/>
        </w:rPr>
      </w:pPr>
    </w:p>
    <w:p w14:paraId="732EC72E" w14:textId="77777777" w:rsidR="003F2021" w:rsidRDefault="003F2021" w:rsidP="003F2021">
      <w:pPr>
        <w:rPr>
          <w:rFonts w:ascii="Arial" w:hAnsi="Arial" w:cs="Arial"/>
          <w:b/>
          <w:sz w:val="22"/>
          <w:szCs w:val="22"/>
        </w:rPr>
      </w:pPr>
    </w:p>
    <w:p w14:paraId="649C1A08" w14:textId="77777777" w:rsidR="003F2021" w:rsidRDefault="003F2021" w:rsidP="003F2021">
      <w:pPr>
        <w:rPr>
          <w:rFonts w:ascii="Arial" w:hAnsi="Arial" w:cs="Arial"/>
          <w:b/>
          <w:sz w:val="22"/>
          <w:szCs w:val="22"/>
        </w:rPr>
      </w:pPr>
    </w:p>
    <w:p w14:paraId="539F9B84" w14:textId="64ED8240" w:rsidR="003F2021" w:rsidRDefault="003F2021" w:rsidP="003F2021">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06AACA6A" w14:textId="77777777" w:rsidR="00C70894" w:rsidRDefault="00C70894" w:rsidP="003F2021">
      <w:pPr>
        <w:rPr>
          <w:rFonts w:ascii="Arial" w:hAnsi="Arial" w:cs="Arial"/>
          <w:b/>
          <w:sz w:val="22"/>
          <w:szCs w:val="22"/>
        </w:rPr>
      </w:pPr>
    </w:p>
    <w:p w14:paraId="02F940D0" w14:textId="2AD12831" w:rsidR="00625F59" w:rsidRPr="00625F59" w:rsidRDefault="00625F59" w:rsidP="00625F59">
      <w:pPr>
        <w:rPr>
          <w:rFonts w:ascii="Arial" w:hAnsi="Arial" w:cs="Arial"/>
          <w:b/>
          <w:sz w:val="22"/>
          <w:szCs w:val="22"/>
        </w:rPr>
      </w:pPr>
      <w:r>
        <w:rPr>
          <w:noProof/>
          <w:sz w:val="22"/>
        </w:rPr>
        <w:drawing>
          <wp:inline distT="0" distB="0" distL="0" distR="0" wp14:anchorId="63EC20B0" wp14:editId="74AEDB33">
            <wp:extent cx="3741420" cy="24993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1420" cy="2499360"/>
                    </a:xfrm>
                    <a:prstGeom prst="rect">
                      <a:avLst/>
                    </a:prstGeom>
                    <a:noFill/>
                    <a:ln>
                      <a:noFill/>
                    </a:ln>
                  </pic:spPr>
                </pic:pic>
              </a:graphicData>
            </a:graphic>
          </wp:inline>
        </w:drawing>
      </w:r>
    </w:p>
    <w:p w14:paraId="1C403793" w14:textId="5479DC89" w:rsidR="00625F59" w:rsidRDefault="00625F59" w:rsidP="00625F59">
      <w:pPr>
        <w:pStyle w:val="PM-Titel"/>
        <w:spacing w:before="120"/>
        <w:ind w:right="4162"/>
        <w:rPr>
          <w:b w:val="0"/>
          <w:sz w:val="22"/>
        </w:rPr>
      </w:pPr>
      <w:r>
        <w:rPr>
          <w:sz w:val="22"/>
        </w:rPr>
        <w:t xml:space="preserve">Bild 2: </w:t>
      </w:r>
      <w:r w:rsidRPr="003F2B45">
        <w:rPr>
          <w:b w:val="0"/>
          <w:bCs/>
          <w:sz w:val="22"/>
        </w:rPr>
        <w:t>Der</w:t>
      </w:r>
      <w:r>
        <w:rPr>
          <w:b w:val="0"/>
          <w:bCs/>
          <w:sz w:val="22"/>
        </w:rPr>
        <w:t xml:space="preserve"> </w:t>
      </w:r>
      <w:r w:rsidRPr="003F2B45">
        <w:rPr>
          <w:b w:val="0"/>
          <w:bCs/>
          <w:sz w:val="22"/>
        </w:rPr>
        <w:t xml:space="preserve">Antrieb </w:t>
      </w:r>
      <w:proofErr w:type="spellStart"/>
      <w:r w:rsidRPr="003F2B45">
        <w:rPr>
          <w:b w:val="0"/>
          <w:bCs/>
          <w:sz w:val="22"/>
        </w:rPr>
        <w:t>PortaMatic</w:t>
      </w:r>
      <w:proofErr w:type="spellEnd"/>
      <w:r w:rsidRPr="003F2B45">
        <w:rPr>
          <w:b w:val="0"/>
          <w:bCs/>
          <w:sz w:val="22"/>
        </w:rPr>
        <w:t xml:space="preserve"> </w:t>
      </w:r>
      <w:r w:rsidR="00F30EAD">
        <w:rPr>
          <w:b w:val="0"/>
          <w:bCs/>
          <w:sz w:val="22"/>
        </w:rPr>
        <w:t xml:space="preserve">von Hörmann </w:t>
      </w:r>
      <w:r w:rsidRPr="003F2B45">
        <w:rPr>
          <w:b w:val="0"/>
          <w:bCs/>
          <w:sz w:val="22"/>
        </w:rPr>
        <w:t xml:space="preserve">ermöglicht das berührungslose </w:t>
      </w:r>
      <w:r>
        <w:rPr>
          <w:b w:val="0"/>
          <w:sz w:val="22"/>
        </w:rPr>
        <w:t xml:space="preserve">Öffnen und Schließen von Innentüren. Eine Übertragung von Krankheitserregern durch das Betätigen des Türdrückers wird damit ausgeschlossen. </w:t>
      </w:r>
    </w:p>
    <w:p w14:paraId="2D1E0566" w14:textId="77777777" w:rsidR="003F2021" w:rsidRPr="00766593" w:rsidRDefault="003F2021" w:rsidP="003F2021">
      <w:pPr>
        <w:rPr>
          <w:rFonts w:ascii="Arial" w:hAnsi="Arial" w:cs="Arial"/>
          <w:b/>
          <w:sz w:val="22"/>
          <w:szCs w:val="22"/>
        </w:rPr>
      </w:pPr>
    </w:p>
    <w:p w14:paraId="222CAF54" w14:textId="653A2C3C" w:rsidR="003F2021" w:rsidRPr="006A1644" w:rsidRDefault="003F2021" w:rsidP="003F2021">
      <w:pPr>
        <w:pStyle w:val="PM-Standard"/>
        <w:spacing w:before="120" w:after="0"/>
        <w:ind w:right="4162"/>
        <w:jc w:val="left"/>
      </w:pPr>
      <w:bookmarkStart w:id="0" w:name="_GoBack"/>
      <w:bookmarkEnd w:id="0"/>
    </w:p>
    <w:p w14:paraId="30874D9B" w14:textId="5A55E748" w:rsidR="004C1AC0" w:rsidRDefault="004C1AC0" w:rsidP="003F2021">
      <w:pPr>
        <w:pStyle w:val="PM-Standard"/>
        <w:spacing w:before="120" w:after="0"/>
        <w:ind w:right="4162"/>
        <w:jc w:val="left"/>
        <w:rPr>
          <w:b/>
        </w:rPr>
      </w:pPr>
      <w:r>
        <w:rPr>
          <w:b/>
          <w:noProof/>
        </w:rPr>
        <w:drawing>
          <wp:inline distT="0" distB="0" distL="0" distR="0" wp14:anchorId="2C96954A" wp14:editId="5FF22682">
            <wp:extent cx="2886075" cy="432911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M 2005 Berührungslose Türbedienung wirkt Krankheitsübertragungen entgegen_Bild 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6075" cy="4329113"/>
                    </a:xfrm>
                    <a:prstGeom prst="rect">
                      <a:avLst/>
                    </a:prstGeom>
                  </pic:spPr>
                </pic:pic>
              </a:graphicData>
            </a:graphic>
          </wp:inline>
        </w:drawing>
      </w:r>
    </w:p>
    <w:p w14:paraId="274EEBFB" w14:textId="3C3AA2E0" w:rsidR="003F2021" w:rsidRDefault="003F2021" w:rsidP="003F2021">
      <w:pPr>
        <w:pStyle w:val="PM-Standard"/>
        <w:spacing w:before="120" w:after="0"/>
        <w:ind w:right="4162"/>
        <w:jc w:val="left"/>
      </w:pPr>
      <w:r>
        <w:rPr>
          <w:b/>
        </w:rPr>
        <w:t>Bild 3</w:t>
      </w:r>
      <w:r w:rsidRPr="00DD35E5">
        <w:rPr>
          <w:b/>
        </w:rPr>
        <w:t>:</w:t>
      </w:r>
      <w:r>
        <w:t xml:space="preserve"> Auch in Bürogebäuden oder im privaten Umfeld übertragen sich Krankheiten leicht über den Türdrücker. Dem kann mit dem </w:t>
      </w:r>
      <w:proofErr w:type="spellStart"/>
      <w:r>
        <w:t>PortaMatic</w:t>
      </w:r>
      <w:proofErr w:type="spellEnd"/>
      <w:r>
        <w:t xml:space="preserve"> Türantrieb von Hörmann entgegengewirkt werden.</w:t>
      </w:r>
    </w:p>
    <w:p w14:paraId="06C38875" w14:textId="77777777" w:rsidR="00625F59" w:rsidRDefault="00625F59" w:rsidP="003F2021">
      <w:pPr>
        <w:pStyle w:val="PM-Standard"/>
        <w:spacing w:before="120" w:after="0"/>
        <w:ind w:right="4162"/>
        <w:jc w:val="left"/>
        <w:rPr>
          <w:b/>
        </w:rPr>
      </w:pPr>
    </w:p>
    <w:p w14:paraId="19BFB415" w14:textId="6764F7C7" w:rsidR="003F2021" w:rsidRDefault="003F2021" w:rsidP="003F2021">
      <w:pPr>
        <w:pStyle w:val="PM-Abschnitt"/>
        <w:spacing w:before="240"/>
        <w:ind w:right="278"/>
        <w:rPr>
          <w:bCs/>
          <w:sz w:val="22"/>
        </w:rPr>
      </w:pPr>
      <w:r>
        <w:rPr>
          <w:bCs/>
          <w:sz w:val="22"/>
        </w:rPr>
        <w:t>Fotos: Hörmann</w:t>
      </w:r>
    </w:p>
    <w:p w14:paraId="27828D46" w14:textId="77777777" w:rsidR="00625F59" w:rsidRPr="00607694" w:rsidRDefault="00625F59" w:rsidP="003F2021">
      <w:pPr>
        <w:pStyle w:val="PM-Abschnitt"/>
        <w:spacing w:before="240"/>
        <w:ind w:right="278"/>
      </w:pPr>
    </w:p>
    <w:p w14:paraId="7B743F57" w14:textId="77777777" w:rsidR="001B1FCD" w:rsidRPr="00607694" w:rsidRDefault="001B1FCD" w:rsidP="00607694"/>
    <w:sectPr w:rsidR="001B1FCD" w:rsidRPr="00607694" w:rsidSect="00D17415">
      <w:headerReference w:type="default" r:id="rId11"/>
      <w:footerReference w:type="default" r:id="rId12"/>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30A06" w14:textId="77777777" w:rsidR="00A45F23" w:rsidRDefault="00A45F23">
      <w:r>
        <w:separator/>
      </w:r>
    </w:p>
  </w:endnote>
  <w:endnote w:type="continuationSeparator" w:id="0">
    <w:p w14:paraId="620FB033" w14:textId="77777777" w:rsidR="00A45F23" w:rsidRDefault="00A4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F5B48" w14:textId="2722639D"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4274FB">
      <w:rPr>
        <w:rFonts w:ascii="Arial" w:hAnsi="Arial" w:cs="Arial"/>
        <w:color w:val="808080"/>
        <w:sz w:val="16"/>
        <w:szCs w:val="16"/>
      </w:rPr>
      <w:t xml:space="preserve"> 2005</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BD6AE4">
      <w:rPr>
        <w:rFonts w:ascii="Arial" w:hAnsi="Arial" w:cs="Arial"/>
        <w:noProof/>
        <w:color w:val="808080"/>
        <w:sz w:val="16"/>
        <w:szCs w:val="16"/>
      </w:rPr>
      <w:t>3</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BD6AE4">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8AEB0" w14:textId="77777777" w:rsidR="00A45F23" w:rsidRDefault="00A45F23">
      <w:r>
        <w:separator/>
      </w:r>
    </w:p>
  </w:footnote>
  <w:footnote w:type="continuationSeparator" w:id="0">
    <w:p w14:paraId="5AE86E00" w14:textId="77777777" w:rsidR="00A45F23" w:rsidRDefault="00A45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14:paraId="040C9E65" w14:textId="77777777" w:rsidTr="00607694">
      <w:trPr>
        <w:trHeight w:hRule="exact" w:val="1418"/>
      </w:trPr>
      <w:tc>
        <w:tcPr>
          <w:tcW w:w="5739" w:type="dxa"/>
        </w:tcPr>
        <w:p w14:paraId="2094E904" w14:textId="77777777" w:rsidR="0033438B" w:rsidRDefault="0033438B" w:rsidP="00C74592">
          <w:pPr>
            <w:ind w:left="-113"/>
            <w:rPr>
              <w:sz w:val="20"/>
              <w:szCs w:val="20"/>
            </w:rPr>
          </w:pPr>
        </w:p>
        <w:p w14:paraId="0BBC051D" w14:textId="77777777" w:rsidR="0033438B" w:rsidRDefault="0033438B" w:rsidP="00C74592">
          <w:pPr>
            <w:ind w:left="-113"/>
            <w:rPr>
              <w:sz w:val="20"/>
              <w:szCs w:val="20"/>
            </w:rPr>
          </w:pPr>
        </w:p>
        <w:p w14:paraId="471CE806" w14:textId="77777777" w:rsidR="0033438B" w:rsidRDefault="0033438B" w:rsidP="00C74592">
          <w:pPr>
            <w:ind w:left="-113"/>
            <w:rPr>
              <w:sz w:val="20"/>
              <w:szCs w:val="20"/>
            </w:rPr>
          </w:pPr>
        </w:p>
        <w:p w14:paraId="3AFE1AC0" w14:textId="77777777" w:rsidR="0033438B" w:rsidRDefault="0033438B" w:rsidP="00C74592">
          <w:pPr>
            <w:ind w:left="-113"/>
            <w:rPr>
              <w:sz w:val="20"/>
              <w:szCs w:val="20"/>
            </w:rPr>
          </w:pPr>
        </w:p>
        <w:p w14:paraId="41551928" w14:textId="77777777" w:rsidR="0033438B" w:rsidRDefault="0033438B" w:rsidP="00260501">
          <w:pPr>
            <w:ind w:left="-113"/>
            <w:rPr>
              <w:b/>
              <w:szCs w:val="20"/>
            </w:rPr>
          </w:pPr>
          <w:bookmarkStart w:id="1" w:name="Header1"/>
          <w:bookmarkEnd w:id="1"/>
        </w:p>
      </w:tc>
      <w:tc>
        <w:tcPr>
          <w:tcW w:w="3441" w:type="dxa"/>
        </w:tcPr>
        <w:p w14:paraId="78B2F276"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54337614" wp14:editId="5545BEB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7325302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6FB38B49" wp14:editId="55F370EB">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FDBE2"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67E3583F" w14:textId="77777777" w:rsidR="00607694" w:rsidRPr="007B3129" w:rsidRDefault="00607694" w:rsidP="007B3129">
                          <w:pPr>
                            <w:rPr>
                              <w:rFonts w:ascii="Arial" w:hAnsi="Arial" w:cs="Arial"/>
                              <w:sz w:val="12"/>
                              <w:szCs w:val="12"/>
                            </w:rPr>
                          </w:pPr>
                        </w:p>
                        <w:p w14:paraId="17BD5F80" w14:textId="77777777"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14:paraId="57057994" w14:textId="77777777"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14:paraId="081618EE"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52C72718" w14:textId="77777777"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14:paraId="3D33AC3F" w14:textId="77777777" w:rsidR="00607694" w:rsidRPr="007B3129" w:rsidRDefault="00607694" w:rsidP="007B3129">
                          <w:pPr>
                            <w:rPr>
                              <w:rFonts w:ascii="Arial" w:hAnsi="Arial" w:cs="Arial"/>
                              <w:sz w:val="12"/>
                              <w:szCs w:val="12"/>
                            </w:rPr>
                          </w:pPr>
                        </w:p>
                        <w:p w14:paraId="0263AF47"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4547E7B9" w14:textId="77777777" w:rsidR="00607694" w:rsidRPr="007B3129" w:rsidRDefault="00607694" w:rsidP="007B3129">
                          <w:pPr>
                            <w:rPr>
                              <w:rFonts w:ascii="Arial" w:hAnsi="Arial" w:cs="Arial"/>
                              <w:sz w:val="12"/>
                              <w:szCs w:val="12"/>
                            </w:rPr>
                          </w:pPr>
                        </w:p>
                        <w:p w14:paraId="72916F23"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B38B49"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773FDBE2"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67E3583F" w14:textId="77777777" w:rsidR="00607694" w:rsidRPr="007B3129" w:rsidRDefault="00607694" w:rsidP="007B3129">
                    <w:pPr>
                      <w:rPr>
                        <w:rFonts w:ascii="Arial" w:hAnsi="Arial" w:cs="Arial"/>
                        <w:sz w:val="12"/>
                        <w:szCs w:val="12"/>
                      </w:rPr>
                    </w:pPr>
                  </w:p>
                  <w:p w14:paraId="17BD5F80" w14:textId="77777777"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14:paraId="57057994" w14:textId="77777777" w:rsidR="00FE538D" w:rsidRPr="00237B03" w:rsidRDefault="00CE6C49" w:rsidP="007B3129">
                    <w:pPr>
                      <w:spacing w:before="120"/>
                      <w:rPr>
                        <w:rFonts w:ascii="Arial" w:hAnsi="Arial" w:cs="Arial"/>
                        <w:sz w:val="12"/>
                        <w:szCs w:val="12"/>
                      </w:rPr>
                    </w:pPr>
                    <w:r w:rsidRPr="00237B03">
                      <w:rPr>
                        <w:rFonts w:ascii="Arial" w:hAnsi="Arial" w:cs="Arial"/>
                        <w:b/>
                        <w:sz w:val="12"/>
                        <w:szCs w:val="12"/>
                      </w:rPr>
                      <w:t xml:space="preserve">Verena </w:t>
                    </w:r>
                    <w:proofErr w:type="spellStart"/>
                    <w:r w:rsidRPr="00237B03">
                      <w:rPr>
                        <w:rFonts w:ascii="Arial" w:hAnsi="Arial" w:cs="Arial"/>
                        <w:b/>
                        <w:sz w:val="12"/>
                        <w:szCs w:val="12"/>
                      </w:rPr>
                      <w:t>Lambers</w:t>
                    </w:r>
                    <w:proofErr w:type="spellEnd"/>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14:paraId="081618EE" w14:textId="77777777" w:rsidR="005E3863" w:rsidRPr="007B3129" w:rsidRDefault="00443BD4" w:rsidP="007B3129">
                    <w:pPr>
                      <w:spacing w:before="120"/>
                      <w:rPr>
                        <w:rFonts w:ascii="Arial" w:hAnsi="Arial" w:cs="Arial"/>
                        <w:b/>
                        <w:sz w:val="12"/>
                        <w:szCs w:val="12"/>
                      </w:rPr>
                    </w:pPr>
                    <w:r>
                      <w:rPr>
                        <w:rFonts w:ascii="Arial" w:hAnsi="Arial" w:cs="Arial"/>
                        <w:b/>
                        <w:sz w:val="12"/>
                        <w:szCs w:val="12"/>
                      </w:rPr>
                      <w:t xml:space="preserve">Sophie </w:t>
                    </w:r>
                    <w:proofErr w:type="spellStart"/>
                    <w:r>
                      <w:rPr>
                        <w:rFonts w:ascii="Arial" w:hAnsi="Arial" w:cs="Arial"/>
                        <w:b/>
                        <w:sz w:val="12"/>
                        <w:szCs w:val="12"/>
                      </w:rPr>
                      <w:t>Eiling</w:t>
                    </w:r>
                    <w:proofErr w:type="spellEnd"/>
                  </w:p>
                  <w:p w14:paraId="52C72718" w14:textId="77777777"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14:paraId="3D33AC3F" w14:textId="77777777" w:rsidR="00607694" w:rsidRPr="007B3129" w:rsidRDefault="00607694" w:rsidP="007B3129">
                    <w:pPr>
                      <w:rPr>
                        <w:rFonts w:ascii="Arial" w:hAnsi="Arial" w:cs="Arial"/>
                        <w:sz w:val="12"/>
                        <w:szCs w:val="12"/>
                      </w:rPr>
                    </w:pPr>
                  </w:p>
                  <w:p w14:paraId="0263AF47"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4547E7B9" w14:textId="77777777" w:rsidR="00607694" w:rsidRPr="007B3129" w:rsidRDefault="00607694" w:rsidP="007B3129">
                    <w:pPr>
                      <w:rPr>
                        <w:rFonts w:ascii="Arial" w:hAnsi="Arial" w:cs="Arial"/>
                        <w:sz w:val="12"/>
                        <w:szCs w:val="12"/>
                      </w:rPr>
                    </w:pPr>
                  </w:p>
                  <w:p w14:paraId="72916F23"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00D9"/>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586"/>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5EB1"/>
    <w:rsid w:val="000F67EA"/>
    <w:rsid w:val="00100150"/>
    <w:rsid w:val="00100F2D"/>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B88"/>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021"/>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4FB"/>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37F3"/>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1AC0"/>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2877"/>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245"/>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5F59"/>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4D4"/>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3B77"/>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07ED"/>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1E2F"/>
    <w:rsid w:val="008D3919"/>
    <w:rsid w:val="008D3B92"/>
    <w:rsid w:val="008D3C66"/>
    <w:rsid w:val="008D42FD"/>
    <w:rsid w:val="008D4D04"/>
    <w:rsid w:val="008D564A"/>
    <w:rsid w:val="008D58F8"/>
    <w:rsid w:val="008D67FD"/>
    <w:rsid w:val="008D6E3C"/>
    <w:rsid w:val="008E04E0"/>
    <w:rsid w:val="008E096C"/>
    <w:rsid w:val="008E0D82"/>
    <w:rsid w:val="008E0F5E"/>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07A"/>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5F23"/>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A34"/>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6AE4"/>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3613"/>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9E3"/>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0894"/>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6F38"/>
    <w:rsid w:val="00E477BB"/>
    <w:rsid w:val="00E47A36"/>
    <w:rsid w:val="00E5080B"/>
    <w:rsid w:val="00E5095B"/>
    <w:rsid w:val="00E50B4D"/>
    <w:rsid w:val="00E516B3"/>
    <w:rsid w:val="00E520A5"/>
    <w:rsid w:val="00E52972"/>
    <w:rsid w:val="00E52CF0"/>
    <w:rsid w:val="00E545B3"/>
    <w:rsid w:val="00E547A3"/>
    <w:rsid w:val="00E549C4"/>
    <w:rsid w:val="00E54BFF"/>
    <w:rsid w:val="00E54FA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0EAD"/>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45CA218"/>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3F2021"/>
    <w:rPr>
      <w:sz w:val="16"/>
      <w:szCs w:val="16"/>
    </w:rPr>
  </w:style>
  <w:style w:type="character" w:styleId="BesuchterLink">
    <w:name w:val="FollowedHyperlink"/>
    <w:basedOn w:val="Absatz-Standardschriftart"/>
    <w:semiHidden/>
    <w:unhideWhenUsed/>
    <w:rsid w:val="00F30E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4HZLCgRgiE&amp;feature=youtu.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486C5-E32B-46E4-8AE3-E3C34518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AE100EAB</Template>
  <TotalTime>0</TotalTime>
  <Pages>3</Pages>
  <Words>412</Words>
  <Characters>2623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Eiling, Sophie</cp:lastModifiedBy>
  <cp:revision>13</cp:revision>
  <cp:lastPrinted>2020-03-24T15:15:00Z</cp:lastPrinted>
  <dcterms:created xsi:type="dcterms:W3CDTF">2020-03-10T16:41:00Z</dcterms:created>
  <dcterms:modified xsi:type="dcterms:W3CDTF">2020-03-24T15:15:00Z</dcterms:modified>
</cp:coreProperties>
</file>